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CA7BAD">
        <w:rPr>
          <w:rFonts w:ascii="Corbel" w:hAnsi="Corbel"/>
          <w:i/>
          <w:smallCaps/>
          <w:sz w:val="24"/>
          <w:szCs w:val="24"/>
        </w:rPr>
        <w:t>202</w:t>
      </w:r>
      <w:r w:rsidR="00FA2A22">
        <w:rPr>
          <w:rFonts w:ascii="Corbel" w:hAnsi="Corbel"/>
          <w:i/>
          <w:smallCaps/>
          <w:sz w:val="24"/>
          <w:szCs w:val="24"/>
        </w:rPr>
        <w:t>1</w:t>
      </w:r>
      <w:r w:rsidR="00CA7BAD">
        <w:rPr>
          <w:rFonts w:ascii="Corbel" w:hAnsi="Corbel"/>
          <w:i/>
          <w:smallCaps/>
          <w:sz w:val="24"/>
          <w:szCs w:val="24"/>
        </w:rPr>
        <w:t>-202</w:t>
      </w:r>
      <w:r w:rsidR="00FA2A22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CA7BAD">
        <w:rPr>
          <w:rFonts w:ascii="Corbel" w:hAnsi="Corbel"/>
          <w:sz w:val="20"/>
          <w:szCs w:val="20"/>
        </w:rPr>
        <w:t>202</w:t>
      </w:r>
      <w:r w:rsidR="00FA2A22">
        <w:rPr>
          <w:rFonts w:ascii="Corbel" w:hAnsi="Corbel"/>
          <w:sz w:val="20"/>
          <w:szCs w:val="20"/>
        </w:rPr>
        <w:t>2</w:t>
      </w:r>
      <w:r w:rsidR="00CA7BAD">
        <w:rPr>
          <w:rFonts w:ascii="Corbel" w:hAnsi="Corbel"/>
          <w:sz w:val="20"/>
          <w:szCs w:val="20"/>
        </w:rPr>
        <w:t>/202</w:t>
      </w:r>
      <w:r w:rsidR="00FA2A22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A3DDE" w:rsidRDefault="00015E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DDE">
              <w:rPr>
                <w:rFonts w:ascii="Corbel" w:hAnsi="Corbel"/>
                <w:sz w:val="24"/>
                <w:szCs w:val="24"/>
              </w:rPr>
              <w:t>Pedagogika opiekuńcza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ED7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ED7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73534" w:rsidRDefault="00273534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353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0A3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 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3.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</w:t>
            </w:r>
            <w:r w:rsidR="000A3DDE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0A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F00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1B0EE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F00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 pedagogiki ogólnej, pedagogiki rodziny, teoretycznych podstaw pracy opiekuńczo-wychowawczej.</w:t>
            </w:r>
          </w:p>
          <w:p w:rsidR="0085747A" w:rsidRPr="009C54AE" w:rsidRDefault="0085747A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ze współczesnym polskim systemem wsparcia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rodziny, funkcjami i zadaniami jego podstawowych elementów.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rodzinnymi i instytucjonalnymi formami pieczy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ze specyfiką i podmiotami działań opiekuńczo-wychowawczych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 systemie pomocy społecznej i systemie edukacji narodowej.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17F5E" w:rsidRDefault="00D57B5B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poszczególne elementy systemu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sparcia rodziny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opieki nad dzieckiem, wskaże zachodzące między nimi relacje.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17F5E" w:rsidRDefault="007948D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Wyjaśni istotę środowiska rodzinnego oraz specyfikę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rodzinnych i instytucjonalnych form pieczy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zastępczej, z uwzględnieniem procesów w nich zachodzących.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48F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Wymieni i przeanalizuje podstawowe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zjawiska społeczne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jako czynniki warunkujące zapotrzebowanie na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ziałalność</w:t>
            </w:r>
          </w:p>
          <w:p w:rsidR="0085747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opiekuńczo-wychowawczą.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0BAC" w:rsidRPr="00417F5E" w:rsidRDefault="0059394D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 swoje mocne i słabe strony w kontekście przygotowania do pracy w rodzinnych i instytucjonalnych formach opieki zastępczej.</w:t>
            </w:r>
          </w:p>
        </w:tc>
        <w:tc>
          <w:tcPr>
            <w:tcW w:w="1873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Kształtowanie się polskiego systemu opieki nad dzieckiem od okresu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międzywojennego do czasów współczesnych. Reformy polskiego systemu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Samotność i osamotnienie. Zjawisko sieroctwa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jego aktualny wymiar. Skutki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osierocenia dzieci.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/>
                <w:sz w:val="24"/>
                <w:szCs w:val="24"/>
              </w:rPr>
              <w:t>Rodzina jako podstawowe środ</w:t>
            </w:r>
            <w:r>
              <w:rPr>
                <w:rFonts w:ascii="Corbel" w:hAnsi="Corbel"/>
                <w:sz w:val="24"/>
                <w:szCs w:val="24"/>
              </w:rPr>
              <w:t>owisko opiekuńczo-wychowawcze. Zag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rożenia </w:t>
            </w:r>
            <w:r>
              <w:rPr>
                <w:rFonts w:ascii="Corbel" w:hAnsi="Corbel"/>
                <w:sz w:val="24"/>
                <w:szCs w:val="24"/>
              </w:rPr>
              <w:t xml:space="preserve">współczesnej rodziny. 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Rodzina adopcyjna jako forma 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pieki nad dzieckiem pozbawionym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naturalnego środowiska rodzinne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go. Psychopedagogiczne problemy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fun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kcjonowania rodzin adopcyjnych.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zastępcze – historia i współczesność. Problemy funkcjonowania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 zastępczych.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Rodzinne domy dziecka jako pl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acówki opiekuńczo-wychowawcze o charakterze rodzinnym.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Wioski dziecięce – walory i wady ich środo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wiska wychowawczego. Opieka nad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dzieckiem w strukturach Międzynarod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owego Stowarzyszenia SOS Wioski Dziecięce.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Placówki interwencyj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ne – historia i współczesność.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Placówka socjalizacyjna jako forma opieki 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 dzieckiem – funkcje, zadania, specyfika środowiska.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opieki nad dzieckie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 w świetle ustawy o wspieraniu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i systemie pieczy zastępczej. Wady i walory in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stytucjonalnych form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wsparc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ia rodziny i pieczy zastępczej.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Opiekuńcza działalnoś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 szkół i placówek oświatowych.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Pomoc psychologiczno-pedagogiczna w polskim systemie wsparcia rodziny.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7864">
        <w:rPr>
          <w:rFonts w:ascii="Corbel" w:hAnsi="Corbel"/>
          <w:sz w:val="24"/>
          <w:szCs w:val="24"/>
        </w:rPr>
        <w:t>Problematyka ćwiczeń audytoryjnych</w:t>
      </w:r>
    </w:p>
    <w:p w:rsidR="00077864" w:rsidRPr="00077864" w:rsidRDefault="00077864" w:rsidP="0007786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Polski system ws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parcia rodziny i jego elementy.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Rola placówek wsparcia dziennego, placówek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wielofunkcyjnych, poradnictwa.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Asystent rodziny i jego rola.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Lokalny system wsparcia rodziny, działa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lność organizacji pozarządowych adresowana do rodzin i dzieci.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Rodzinne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Działalność opiekuńczo-wychowawcza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ły – rola pedagoga i psychologa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szkolneg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o, wychowawcy klasy, świetlicy.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Intern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at i bursa – funkcje i zadania.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Formy pomocy osobom z niepełnosprawnościami. Zadania ośrodków szkolno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wychowawczych, warsztatów terapii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ajęciowej, środowiskowych domów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samop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omocy, domów pomocy społecznej.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Placówki resocjalizacyjne w polskim sys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temie opiekuńczo-wychowawczym –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zadania i sp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ecyfika pracy.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dziecka – 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historia a wspó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ł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czesność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>. Łamanie praw dziecka w różnych środowiskach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ormy opieki nad małymi dziećmi.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Działania na rzecz osób dorosłych w polskim systemie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>
        <w:rPr>
          <w:rFonts w:ascii="Corbel" w:hAnsi="Corbel" w:cs="DejaVuSans"/>
          <w:sz w:val="24"/>
          <w:szCs w:val="24"/>
          <w:lang w:eastAsia="pl-PL"/>
        </w:rPr>
        <w:t xml:space="preserve">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E54A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1E54A7">
        <w:trPr>
          <w:trHeight w:val="537"/>
        </w:trPr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:rsidR="0085747A" w:rsidRPr="001E54A7" w:rsidRDefault="00375C3F" w:rsidP="001E54A7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DC1696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85747A" w:rsidRPr="001E54A7" w:rsidRDefault="00DC1696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 w:rsidR="001E54A7"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 w:rsidR="001E54A7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E54A7" w:rsidRPr="001E54A7">
              <w:rPr>
                <w:rFonts w:ascii="Corbel" w:hAnsi="Corbel"/>
                <w:sz w:val="24"/>
                <w:szCs w:val="24"/>
              </w:rPr>
              <w:t>bserwacja w trakcie  zajęć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h, uzyskanie min. 50% możliwych 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punktów na kolokwium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85747A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żliwych punktów z odpowiedzi na egzaminie pisemnym.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E05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682C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82CFB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:rsidR="00C61DC5" w:rsidRPr="009C54AE" w:rsidRDefault="00BE05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Czeredrecka B., Marzec D.,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Rodzina i formy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wspomagania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Kraków 2001.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zagadnień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Tarnobrzeg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2009.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Formy opieki, wychow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ania i wsparcia w zreformowanym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systemie pomocy społecznej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red. J. Brągiel, S. Badora,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Opole 2005.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gika opiekuńcza i jej metodyka.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Wybrane zagadnie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nia teorii, metodyki i praktyki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opiekuńczo-wychowawczej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Zielona Góra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opiekuńcza. Elementy metodyki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Zielona Góra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Kelm A.,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Węzłowe problemy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2000.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Lewandowska-Kidoń T., Kalinowska-Witek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Rola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pedagoga szkol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nego w szkolnym 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psychologiczno-pedagogicznej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Lublin 2016.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Maciaszkowa J.,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teorii i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raktyki pedagogiki opiekuńczej.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rodzinna nad dzieckiem i kompensacja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niedostatków,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1992.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Marzec D. K.,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nad dzieckiem w dobie przemian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społecznych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Częstochowa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Prawa dziecka. Wybrane aspekty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I. Marczykowska, E.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Markowska-Gos, A. Solak, W. Walc, Rzeszów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Pyrzyk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Rozwój teorii i metod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olskiej pedagogiki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Pyrzyk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Wprowadzenie do pedagogiki opiekuńczej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Włocławek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Rodzinne i instytucjonalne środowiska opiekuńczo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-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wychowawcze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red. D. Wosik-Kawala, Lublin 2011.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Ustawa z dnia 9 czerwca 2011 r. o wspieraniu rodziny i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systemie pieczy zastępczej, DzU 2011, nr 149, poz. 887, z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późn. zm.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Węgierski Z., Opieka nad dzieckiem osieroconym. Teoria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praktyka, Toruń 2006.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Pr="004603C9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Andrzejewski M., Gąsiork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P., Ławrynowicz P., Synoradzka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Rodziny zastępcze, problematyka prawna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Błeszyński J. J.,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Kluczow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 zagadnienia przysposobienia 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funkcjonowania rodzin adopcyjnych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Kraków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Danilewicz W., Izdebska J., Krzesińska-Żach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dziecku i rodzinie 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środowisku lokalnym. Materiały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pomocnicze dla studentów pedagogiki,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Białystok 1995.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– diagnoza, profilaktyka i wsparcie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 red. K. Duraj-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Nowakowa, U. Gruca-Miąsik, Rzeszów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w lokalnym systemie pomocy społecznej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Czarnecka, Częstochowa 2002-2003.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Kamiński A., Jezierska B., Kołodziejczak L.,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Funkcjonowanie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placówek socjalizacyjnych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i resocjalizacyjnych w aspekcie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organizacyjnym i metodycznym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Wrocław 2016.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Krajewska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cje wsparcia dziecka i rodziny.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Zagadnienia podstawowe,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Kraków 2010.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Krasiejko I.,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ód asystenta rodziny w procesie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profesjonalizacji. Wstęp do 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eorii i praktyki nowej profesji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społecznej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2013.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Kusio U.,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zastępc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 jako środowisko wychowawcze.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Studium socjologiczne na przykładzie Lublina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Lublin 1998.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Milewska E.,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Kim są rod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zice adopcyjni?... Studium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Odzyskane domy rodzinne. Czwarte podsumowanie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doświadczeń rodzinnych domów dziecka w Polsce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A.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Kelm, Warszawa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i pomoc społeczna wobec wyzwań współczesności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red. W. Walc, B. Szluz, I. Marczykowska, Rzeszów 2008.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Przeciw sieroct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wu. Zapobieganie, opieka, 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instytucjonalna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Badora, Tarnobrzeg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Wsparcie rodziny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we współczesnej Polsce. Wybrane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aspekty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W. Walc, Rzeszów 2016.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Zięba-Kołodziej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Internat i bursa. Historia 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współczesność, Tarnobrzeg 2012.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CC" w:rsidRDefault="00A96BCC" w:rsidP="00C16ABF">
      <w:pPr>
        <w:spacing w:after="0" w:line="240" w:lineRule="auto"/>
      </w:pPr>
      <w:r>
        <w:separator/>
      </w:r>
    </w:p>
  </w:endnote>
  <w:endnote w:type="continuationSeparator" w:id="0">
    <w:p w:rsidR="00A96BCC" w:rsidRDefault="00A96B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CC" w:rsidRDefault="00A96BCC" w:rsidP="00C16ABF">
      <w:pPr>
        <w:spacing w:after="0" w:line="240" w:lineRule="auto"/>
      </w:pPr>
      <w:r>
        <w:separator/>
      </w:r>
    </w:p>
  </w:footnote>
  <w:footnote w:type="continuationSeparator" w:id="0">
    <w:p w:rsidR="00A96BCC" w:rsidRDefault="00A96BC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70ED6"/>
    <w:rsid w:val="000742DC"/>
    <w:rsid w:val="00077864"/>
    <w:rsid w:val="00084C12"/>
    <w:rsid w:val="0009462C"/>
    <w:rsid w:val="00094B12"/>
    <w:rsid w:val="00096C46"/>
    <w:rsid w:val="000A296F"/>
    <w:rsid w:val="000A2A28"/>
    <w:rsid w:val="000A3DDE"/>
    <w:rsid w:val="000B192D"/>
    <w:rsid w:val="000B28EE"/>
    <w:rsid w:val="000B3E37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0EE9"/>
    <w:rsid w:val="001B5454"/>
    <w:rsid w:val="001D657B"/>
    <w:rsid w:val="001D7B54"/>
    <w:rsid w:val="001E0209"/>
    <w:rsid w:val="001E48FA"/>
    <w:rsid w:val="001E54A7"/>
    <w:rsid w:val="001F2CA2"/>
    <w:rsid w:val="002144C0"/>
    <w:rsid w:val="0022477D"/>
    <w:rsid w:val="002278A9"/>
    <w:rsid w:val="002336F9"/>
    <w:rsid w:val="0024028F"/>
    <w:rsid w:val="00244ABC"/>
    <w:rsid w:val="0027353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75C3F"/>
    <w:rsid w:val="00391E3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A22"/>
    <w:rsid w:val="00414E3C"/>
    <w:rsid w:val="00417F5E"/>
    <w:rsid w:val="0042244A"/>
    <w:rsid w:val="0042745A"/>
    <w:rsid w:val="00431C74"/>
    <w:rsid w:val="00431D5C"/>
    <w:rsid w:val="004362C6"/>
    <w:rsid w:val="00437FA2"/>
    <w:rsid w:val="00445970"/>
    <w:rsid w:val="00451339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23E"/>
    <w:rsid w:val="0056696D"/>
    <w:rsid w:val="00573EF9"/>
    <w:rsid w:val="0059394D"/>
    <w:rsid w:val="0059484D"/>
    <w:rsid w:val="005A0855"/>
    <w:rsid w:val="005A3196"/>
    <w:rsid w:val="005B3486"/>
    <w:rsid w:val="005C080F"/>
    <w:rsid w:val="005C55E5"/>
    <w:rsid w:val="005C696A"/>
    <w:rsid w:val="005D00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20D9"/>
    <w:rsid w:val="00671958"/>
    <w:rsid w:val="00675843"/>
    <w:rsid w:val="00682CF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B3274"/>
    <w:rsid w:val="008C0CC0"/>
    <w:rsid w:val="008C19A9"/>
    <w:rsid w:val="008C379D"/>
    <w:rsid w:val="008C5147"/>
    <w:rsid w:val="008C5359"/>
    <w:rsid w:val="008C5363"/>
    <w:rsid w:val="008C7BF8"/>
    <w:rsid w:val="008D3DFB"/>
    <w:rsid w:val="008E63C9"/>
    <w:rsid w:val="008E64F4"/>
    <w:rsid w:val="008F12C9"/>
    <w:rsid w:val="008F4A3D"/>
    <w:rsid w:val="008F51E2"/>
    <w:rsid w:val="008F6E29"/>
    <w:rsid w:val="00916188"/>
    <w:rsid w:val="00923D7D"/>
    <w:rsid w:val="009508DF"/>
    <w:rsid w:val="00950DAC"/>
    <w:rsid w:val="0095176F"/>
    <w:rsid w:val="00954A07"/>
    <w:rsid w:val="00972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EB4"/>
    <w:rsid w:val="00A96BCC"/>
    <w:rsid w:val="00A97DE1"/>
    <w:rsid w:val="00AA5A9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E050D"/>
    <w:rsid w:val="00BF2C41"/>
    <w:rsid w:val="00C058B4"/>
    <w:rsid w:val="00C05F44"/>
    <w:rsid w:val="00C131B5"/>
    <w:rsid w:val="00C140F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57"/>
    <w:rsid w:val="00C766DF"/>
    <w:rsid w:val="00C81463"/>
    <w:rsid w:val="00C94B98"/>
    <w:rsid w:val="00C96453"/>
    <w:rsid w:val="00CA2B96"/>
    <w:rsid w:val="00CA5089"/>
    <w:rsid w:val="00CA7BAD"/>
    <w:rsid w:val="00CB42CB"/>
    <w:rsid w:val="00CC3A9E"/>
    <w:rsid w:val="00CD64FF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8075B"/>
    <w:rsid w:val="00D8678B"/>
    <w:rsid w:val="00DA2114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6E5"/>
    <w:rsid w:val="00EE32DE"/>
    <w:rsid w:val="00EE5457"/>
    <w:rsid w:val="00F009F6"/>
    <w:rsid w:val="00F070AB"/>
    <w:rsid w:val="00F17567"/>
    <w:rsid w:val="00F27A7B"/>
    <w:rsid w:val="00F40BAC"/>
    <w:rsid w:val="00F526AF"/>
    <w:rsid w:val="00F617C3"/>
    <w:rsid w:val="00F7066B"/>
    <w:rsid w:val="00F71A80"/>
    <w:rsid w:val="00F83B28"/>
    <w:rsid w:val="00FA2A2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9ADD-4D62-4A89-81D9-449E7849F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1477</Words>
  <Characters>8865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2020-01-14T10:02:00Z</cp:lastPrinted>
  <dcterms:created xsi:type="dcterms:W3CDTF">2019-11-12T14:25:00Z</dcterms:created>
  <dcterms:modified xsi:type="dcterms:W3CDTF">2021-09-24T09:44:00Z</dcterms:modified>
</cp:coreProperties>
</file>